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FA" w:rsidRDefault="00C06FC1" w:rsidP="0034249D">
      <w:pPr>
        <w:pStyle w:val="Title"/>
        <w:rPr>
          <w:lang w:val="en-US"/>
        </w:rPr>
      </w:pPr>
      <w:r>
        <w:rPr>
          <w:lang w:val="en-US"/>
        </w:rPr>
        <w:t>Logo and Logo Line</w:t>
      </w:r>
    </w:p>
    <w:p w:rsidR="00C06FC1" w:rsidRDefault="00C06FC1" w:rsidP="00C06FC1">
      <w:pPr>
        <w:rPr>
          <w:lang w:val="en-US"/>
        </w:rPr>
      </w:pPr>
    </w:p>
    <w:p w:rsidR="00C06FC1" w:rsidRDefault="00C06FC1" w:rsidP="00C06FC1">
      <w:pPr>
        <w:rPr>
          <w:lang w:val="en-US"/>
        </w:rPr>
        <w:sectPr w:rsidR="00C06FC1" w:rsidSect="00012D23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/>
          <w:pgMar w:top="1530" w:right="900" w:bottom="994" w:left="2700" w:header="706" w:footer="706" w:gutter="0"/>
          <w:cols w:space="708"/>
          <w:titlePg/>
          <w:docGrid w:linePitch="360"/>
        </w:sectPr>
      </w:pPr>
    </w:p>
    <w:p w:rsidR="00C06FC1" w:rsidRDefault="00C06FC1" w:rsidP="00C06FC1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1956816" cy="1048512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ECOSS_Horizonta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816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49D" w:rsidRPr="00C06FC1" w:rsidRDefault="00C06FC1" w:rsidP="00C06FC1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984504" cy="1859280"/>
            <wp:effectExtent l="0" t="0" r="635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COSS_Vertica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504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06FC1" w:rsidRDefault="00C06FC1" w:rsidP="00953BD4">
      <w:pPr>
        <w:pStyle w:val="NoSpacing"/>
        <w:rPr>
          <w:lang w:val="en-US"/>
        </w:rPr>
      </w:pPr>
    </w:p>
    <w:p w:rsidR="0034249D" w:rsidRDefault="0034249D" w:rsidP="00953BD4">
      <w:pPr>
        <w:pStyle w:val="NoSpacing"/>
        <w:rPr>
          <w:lang w:val="en-US"/>
        </w:rPr>
        <w:sectPr w:rsidR="0034249D" w:rsidSect="00C06FC1">
          <w:type w:val="continuous"/>
          <w:pgSz w:w="12240" w:h="15840"/>
          <w:pgMar w:top="1530" w:right="900" w:bottom="994" w:left="2700" w:header="706" w:footer="706" w:gutter="0"/>
          <w:cols w:num="2" w:space="708"/>
          <w:titlePg/>
          <w:docGrid w:linePitch="360"/>
        </w:sectPr>
      </w:pPr>
    </w:p>
    <w:p w:rsidR="005D6EC3" w:rsidRDefault="0034249D" w:rsidP="00953BD4">
      <w:pPr>
        <w:pStyle w:val="NoSpacing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486400" cy="3746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ECOSS_TextLin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49D" w:rsidRDefault="0034249D" w:rsidP="00953BD4">
      <w:pPr>
        <w:pStyle w:val="NoSpacing"/>
        <w:rPr>
          <w:lang w:val="en-US"/>
        </w:rPr>
      </w:pPr>
    </w:p>
    <w:p w:rsidR="009E5C4E" w:rsidRDefault="009E5C4E" w:rsidP="009E5C4E">
      <w:pPr>
        <w:tabs>
          <w:tab w:val="right" w:pos="3320"/>
          <w:tab w:val="right" w:pos="3571"/>
        </w:tabs>
        <w:suppressAutoHyphens/>
        <w:autoSpaceDE w:val="0"/>
        <w:autoSpaceDN w:val="0"/>
        <w:adjustRightInd w:val="0"/>
        <w:spacing w:before="0" w:line="300" w:lineRule="atLeast"/>
        <w:textAlignment w:val="center"/>
        <w:rPr>
          <w:rFonts w:ascii="Myriad Pro Light" w:hAnsi="Myriad Pro Light" w:cs="Myriad Pro Light"/>
          <w:color w:val="323E47"/>
          <w:sz w:val="21"/>
          <w:szCs w:val="21"/>
          <w:lang w:val="en-US"/>
        </w:rPr>
      </w:pPr>
    </w:p>
    <w:p w:rsidR="009E5C4E" w:rsidRDefault="009E5C4E" w:rsidP="009E5C4E">
      <w:pPr>
        <w:tabs>
          <w:tab w:val="right" w:pos="3320"/>
          <w:tab w:val="right" w:pos="3571"/>
        </w:tabs>
        <w:suppressAutoHyphens/>
        <w:autoSpaceDE w:val="0"/>
        <w:autoSpaceDN w:val="0"/>
        <w:adjustRightInd w:val="0"/>
        <w:spacing w:before="0" w:line="300" w:lineRule="atLeast"/>
        <w:textAlignment w:val="center"/>
        <w:rPr>
          <w:rFonts w:ascii="Sansation Light" w:hAnsi="Sansation Light" w:cs="Sansation"/>
          <w:color w:val="323E47"/>
          <w:sz w:val="21"/>
          <w:szCs w:val="21"/>
          <w:lang w:val="en-US"/>
        </w:rPr>
      </w:pPr>
      <w:r>
        <w:rPr>
          <w:rFonts w:ascii="Myriad Pro Light" w:hAnsi="Myriad Pro Light" w:cs="Myriad Pro Light"/>
          <w:noProof/>
          <w:color w:val="323E47"/>
          <w:sz w:val="21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1CC5421" wp14:editId="36C43CF2">
                <wp:simplePos x="0" y="0"/>
                <wp:positionH relativeFrom="column">
                  <wp:posOffset>-2709</wp:posOffset>
                </wp:positionH>
                <wp:positionV relativeFrom="paragraph">
                  <wp:posOffset>21828</wp:posOffset>
                </wp:positionV>
                <wp:extent cx="5295455" cy="186347"/>
                <wp:effectExtent l="0" t="0" r="19685" b="2349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455" cy="186347"/>
                          <a:chOff x="0" y="0"/>
                          <a:chExt cx="5278385" cy="186347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0" y="0"/>
                            <a:ext cx="52783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0" y="186347"/>
                            <a:ext cx="527812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EBD672" id="Group 12" o:spid="_x0000_s1026" style="position:absolute;margin-left:-.2pt;margin-top:1.7pt;width:416.95pt;height:14.65pt;z-index:251656192;mso-width-relative:margin" coordsize="52783,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">
                <v:line id="Straight Connector 10" o:spid="_x0000_s1027" style="position:absolute;visibility:visible;mso-wrap-style:square" from="0,0" to="5278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" strokecolor="#44b8ba [3048]"/>
                <v:line id="Straight Connector 11" o:spid="_x0000_s1028" style="position:absolute;visibility:visible;mso-wrap-style:square" from="0,1863" to="52781,1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" strokecolor="#44b8ba [3048]"/>
              </v:group>
            </w:pict>
          </mc:Fallback>
        </mc:AlternateContent>
      </w:r>
      <w:r w:rsidRPr="005D6EC3">
        <w:rPr>
          <w:rFonts w:ascii="Myriad Pro Light" w:hAnsi="Myriad Pro Light" w:cs="Myriad Pro Light"/>
          <w:color w:val="323E47"/>
          <w:sz w:val="21"/>
          <w:szCs w:val="21"/>
          <w:lang w:val="en-US"/>
        </w:rPr>
        <w:t>Proud partner of the</w:t>
      </w:r>
      <w:r w:rsidRPr="00A64F55">
        <w:rPr>
          <w:rFonts w:ascii="Myriad Pro Light" w:hAnsi="Myriad Pro Light" w:cs="Myriad Pro Light"/>
          <w:color w:val="323E47"/>
          <w:sz w:val="21"/>
          <w:szCs w:val="21"/>
          <w:lang w:val="en-US"/>
        </w:rPr>
        <w:t xml:space="preserve"> </w:t>
      </w:r>
      <w:r w:rsidRPr="00A64F55">
        <w:rPr>
          <w:rFonts w:ascii="Myriad Pro Light" w:hAnsi="Myriad Pro Light" w:cs="Myriad Pro Light"/>
          <w:noProof/>
          <w:color w:val="323E47"/>
          <w:sz w:val="21"/>
          <w:szCs w:val="21"/>
          <w:lang w:val="en-US"/>
        </w:rPr>
        <w:drawing>
          <wp:inline distT="0" distB="0" distL="0" distR="0" wp14:anchorId="2162EA48" wp14:editId="6AC281E1">
            <wp:extent cx="148714" cy="117909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COSS_icon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3" cy="1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F55">
        <w:rPr>
          <w:rFonts w:ascii="Myriad Pro Light" w:hAnsi="Myriad Pro Light" w:cs="Myriad Pro Light"/>
          <w:color w:val="323E47"/>
          <w:sz w:val="21"/>
          <w:szCs w:val="21"/>
          <w:lang w:val="en-US"/>
        </w:rPr>
        <w:t xml:space="preserve"> </w:t>
      </w:r>
      <w:r w:rsidRPr="005D6EC3">
        <w:rPr>
          <w:rFonts w:ascii="Sansation Light" w:hAnsi="Sansation Light" w:cs="Sansation"/>
          <w:color w:val="323E47"/>
          <w:sz w:val="21"/>
          <w:szCs w:val="21"/>
          <w:lang w:val="en-US"/>
        </w:rPr>
        <w:t>WINDSOR-ESSEX COMMUNITY OPIOID &amp; SUBSTANCE STRATEGY</w:t>
      </w:r>
      <w:r w:rsidRPr="00A64F55">
        <w:rPr>
          <w:rFonts w:ascii="Sansation Light" w:hAnsi="Sansation Light" w:cs="Sansation"/>
          <w:color w:val="323E47"/>
          <w:sz w:val="21"/>
          <w:szCs w:val="21"/>
          <w:lang w:val="en-US"/>
        </w:rPr>
        <w:t>.</w:t>
      </w:r>
    </w:p>
    <w:p w:rsidR="009E5C4E" w:rsidRPr="00A64F55" w:rsidRDefault="009E5C4E" w:rsidP="009E5C4E">
      <w:pPr>
        <w:tabs>
          <w:tab w:val="right" w:pos="3320"/>
          <w:tab w:val="right" w:pos="3571"/>
        </w:tabs>
        <w:suppressAutoHyphens/>
        <w:autoSpaceDE w:val="0"/>
        <w:autoSpaceDN w:val="0"/>
        <w:adjustRightInd w:val="0"/>
        <w:spacing w:before="0" w:line="300" w:lineRule="atLeast"/>
        <w:textAlignment w:val="center"/>
        <w:rPr>
          <w:rFonts w:ascii="Sansation" w:hAnsi="Sansation" w:cs="Sansation"/>
          <w:color w:val="323E47"/>
          <w:sz w:val="21"/>
          <w:szCs w:val="21"/>
          <w:lang w:val="en-US"/>
        </w:rPr>
      </w:pPr>
    </w:p>
    <w:p w:rsidR="005D605D" w:rsidRDefault="005D605D" w:rsidP="009E5C4E">
      <w:pPr>
        <w:tabs>
          <w:tab w:val="right" w:pos="3320"/>
          <w:tab w:val="right" w:pos="3571"/>
        </w:tabs>
        <w:suppressAutoHyphens/>
        <w:autoSpaceDE w:val="0"/>
        <w:autoSpaceDN w:val="0"/>
        <w:adjustRightInd w:val="0"/>
        <w:spacing w:before="0" w:line="300" w:lineRule="atLeast"/>
        <w:textAlignment w:val="center"/>
        <w:rPr>
          <w:rFonts w:ascii="Myriad Pro Light" w:hAnsi="Myriad Pro Light" w:cs="Myriad Pro Light"/>
          <w:color w:val="323E47"/>
          <w:sz w:val="21"/>
          <w:szCs w:val="21"/>
          <w:lang w:val="en-US"/>
        </w:rPr>
        <w:sectPr w:rsidR="005D605D" w:rsidSect="00C06FC1">
          <w:type w:val="continuous"/>
          <w:pgSz w:w="12240" w:h="15840"/>
          <w:pgMar w:top="1530" w:right="900" w:bottom="994" w:left="2700" w:header="706" w:footer="706" w:gutter="0"/>
          <w:cols w:space="708"/>
          <w:titlePg/>
          <w:docGrid w:linePitch="360"/>
        </w:sectPr>
      </w:pPr>
    </w:p>
    <w:p w:rsidR="009E5C4E" w:rsidRDefault="005D605D" w:rsidP="009E5C4E">
      <w:pPr>
        <w:tabs>
          <w:tab w:val="right" w:pos="3320"/>
          <w:tab w:val="right" w:pos="3571"/>
        </w:tabs>
        <w:suppressAutoHyphens/>
        <w:autoSpaceDE w:val="0"/>
        <w:autoSpaceDN w:val="0"/>
        <w:adjustRightInd w:val="0"/>
        <w:spacing w:before="0" w:line="300" w:lineRule="atLeast"/>
        <w:textAlignment w:val="center"/>
        <w:rPr>
          <w:rFonts w:ascii="Myriad Pro Light" w:hAnsi="Myriad Pro Light" w:cs="Myriad Pro Light"/>
          <w:color w:val="323E47"/>
          <w:sz w:val="21"/>
          <w:szCs w:val="21"/>
          <w:lang w:val="en-US"/>
        </w:rPr>
      </w:pPr>
      <w:r>
        <w:rPr>
          <w:rFonts w:ascii="Myriad Pro Light" w:hAnsi="Myriad Pro Light" w:cs="Myriad Pro Light"/>
          <w:noProof/>
          <w:color w:val="323E47"/>
          <w:sz w:val="21"/>
          <w:szCs w:val="21"/>
          <w:lang w:val="en-US"/>
        </w:rPr>
        <w:lastRenderedPageBreak/>
        <w:drawing>
          <wp:inline distT="0" distB="0" distL="0" distR="0">
            <wp:extent cx="1956816" cy="1048512"/>
            <wp:effectExtent l="0" t="0" r="571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ECOSS_Horizontal_FR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816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05D" w:rsidRDefault="005D605D" w:rsidP="009E5C4E">
      <w:pPr>
        <w:tabs>
          <w:tab w:val="right" w:pos="3320"/>
          <w:tab w:val="right" w:pos="3571"/>
        </w:tabs>
        <w:suppressAutoHyphens/>
        <w:autoSpaceDE w:val="0"/>
        <w:autoSpaceDN w:val="0"/>
        <w:adjustRightInd w:val="0"/>
        <w:spacing w:before="0" w:line="300" w:lineRule="atLeast"/>
        <w:textAlignment w:val="center"/>
        <w:rPr>
          <w:rFonts w:ascii="Myriad Pro Light" w:hAnsi="Myriad Pro Light" w:cs="Myriad Pro Light"/>
          <w:color w:val="323E47"/>
          <w:sz w:val="21"/>
          <w:szCs w:val="21"/>
          <w:lang w:val="en-US"/>
        </w:rPr>
      </w:pPr>
      <w:r>
        <w:rPr>
          <w:rFonts w:ascii="Myriad Pro Light" w:hAnsi="Myriad Pro Light" w:cs="Myriad Pro Light"/>
          <w:noProof/>
          <w:color w:val="323E47"/>
          <w:sz w:val="21"/>
          <w:szCs w:val="21"/>
          <w:lang w:val="en-US"/>
        </w:rPr>
        <w:lastRenderedPageBreak/>
        <w:drawing>
          <wp:inline distT="0" distB="0" distL="0" distR="0">
            <wp:extent cx="984504" cy="1859280"/>
            <wp:effectExtent l="0" t="0" r="635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ECOSS_Vertical_FR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504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05D" w:rsidRDefault="005D605D" w:rsidP="009E5C4E">
      <w:pPr>
        <w:pStyle w:val="BasicParagraph"/>
        <w:tabs>
          <w:tab w:val="right" w:pos="4540"/>
        </w:tabs>
        <w:spacing w:before="36"/>
        <w:rPr>
          <w:color w:val="323E47"/>
          <w:sz w:val="22"/>
          <w:szCs w:val="22"/>
        </w:rPr>
        <w:sectPr w:rsidR="005D605D" w:rsidSect="005D605D">
          <w:type w:val="continuous"/>
          <w:pgSz w:w="12240" w:h="15840"/>
          <w:pgMar w:top="1530" w:right="900" w:bottom="994" w:left="2700" w:header="706" w:footer="706" w:gutter="0"/>
          <w:cols w:num="2" w:space="708"/>
          <w:titlePg/>
          <w:docGrid w:linePitch="360"/>
        </w:sectPr>
      </w:pPr>
    </w:p>
    <w:p w:rsidR="005D605D" w:rsidRDefault="005D605D" w:rsidP="009E5C4E">
      <w:pPr>
        <w:pStyle w:val="BasicParagraph"/>
        <w:tabs>
          <w:tab w:val="right" w:pos="4540"/>
        </w:tabs>
        <w:spacing w:before="36"/>
        <w:rPr>
          <w:color w:val="323E47"/>
          <w:sz w:val="22"/>
          <w:szCs w:val="22"/>
        </w:rPr>
      </w:pPr>
      <w:r>
        <w:rPr>
          <w:noProof/>
          <w:color w:val="323E47"/>
          <w:sz w:val="22"/>
          <w:szCs w:val="22"/>
        </w:rPr>
        <w:lastRenderedPageBreak/>
        <w:drawing>
          <wp:inline distT="0" distB="0" distL="0" distR="0">
            <wp:extent cx="5486400" cy="374650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ECOSS_TextLine_F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05D" w:rsidRDefault="005D605D" w:rsidP="009E5C4E">
      <w:pPr>
        <w:pStyle w:val="BasicParagraph"/>
        <w:tabs>
          <w:tab w:val="right" w:pos="4540"/>
        </w:tabs>
        <w:spacing w:before="36"/>
        <w:rPr>
          <w:color w:val="323E47"/>
          <w:sz w:val="22"/>
          <w:szCs w:val="22"/>
        </w:rPr>
      </w:pPr>
    </w:p>
    <w:p w:rsidR="009E5C4E" w:rsidRPr="009E5C4E" w:rsidRDefault="009E5C4E" w:rsidP="009E5C4E">
      <w:pPr>
        <w:pStyle w:val="BasicParagraph"/>
        <w:tabs>
          <w:tab w:val="right" w:pos="4540"/>
        </w:tabs>
        <w:spacing w:before="36"/>
        <w:rPr>
          <w:color w:val="323E47"/>
          <w:sz w:val="22"/>
          <w:szCs w:val="22"/>
        </w:rPr>
      </w:pPr>
      <w:r>
        <w:rPr>
          <w:noProof/>
          <w:color w:val="323E47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-2708</wp:posOffset>
                </wp:positionH>
                <wp:positionV relativeFrom="paragraph">
                  <wp:posOffset>22369</wp:posOffset>
                </wp:positionV>
                <wp:extent cx="4650006" cy="394363"/>
                <wp:effectExtent l="0" t="0" r="36830" b="2476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0006" cy="394363"/>
                          <a:chOff x="0" y="0"/>
                          <a:chExt cx="5295455" cy="394363"/>
                        </a:xfrm>
                      </wpg:grpSpPr>
                      <wps:wsp>
                        <wps:cNvPr id="14" name="Straight Connector 14"/>
                        <wps:cNvCnPr/>
                        <wps:spPr>
                          <a:xfrm>
                            <a:off x="0" y="0"/>
                            <a:ext cx="529545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394363"/>
                            <a:ext cx="529518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158D1E" id="Group 18" o:spid="_x0000_s1026" style="position:absolute;margin-left:-.2pt;margin-top:1.75pt;width:366.15pt;height:31.05pt;z-index:251661312;mso-width-relative:margin" coordsize="52954,3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">
                <v:line id="Straight Connector 14" o:spid="_x0000_s1027" style="position:absolute;visibility:visible;mso-wrap-style:square" from="0,0" to="5295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" strokecolor="#44b8ba [3048]"/>
                <v:line id="Straight Connector 15" o:spid="_x0000_s1028" style="position:absolute;visibility:visible;mso-wrap-style:square" from="0,3943" to="52951,3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" strokecolor="#44b8ba [3048]"/>
              </v:group>
            </w:pict>
          </mc:Fallback>
        </mc:AlternateContent>
      </w:r>
      <w:proofErr w:type="spellStart"/>
      <w:r w:rsidRPr="009E5C4E">
        <w:rPr>
          <w:color w:val="323E47"/>
          <w:sz w:val="22"/>
          <w:szCs w:val="22"/>
        </w:rPr>
        <w:t>Fier</w:t>
      </w:r>
      <w:proofErr w:type="spellEnd"/>
      <w:r w:rsidRPr="009E5C4E">
        <w:rPr>
          <w:color w:val="323E47"/>
          <w:sz w:val="22"/>
          <w:szCs w:val="22"/>
        </w:rPr>
        <w:t xml:space="preserve"> </w:t>
      </w:r>
      <w:proofErr w:type="spellStart"/>
      <w:r w:rsidRPr="009E5C4E">
        <w:rPr>
          <w:color w:val="323E47"/>
          <w:sz w:val="22"/>
          <w:szCs w:val="22"/>
        </w:rPr>
        <w:t>partenaire</w:t>
      </w:r>
      <w:proofErr w:type="spellEnd"/>
      <w:r w:rsidRPr="009E5C4E">
        <w:rPr>
          <w:color w:val="323E47"/>
          <w:sz w:val="22"/>
          <w:szCs w:val="22"/>
        </w:rPr>
        <w:t xml:space="preserve"> de la </w:t>
      </w:r>
      <w:r w:rsidRPr="00A64F55">
        <w:rPr>
          <w:noProof/>
          <w:color w:val="323E47"/>
          <w:sz w:val="21"/>
          <w:szCs w:val="21"/>
        </w:rPr>
        <w:drawing>
          <wp:inline distT="0" distB="0" distL="0" distR="0" wp14:anchorId="70951FFE" wp14:editId="23F9429E">
            <wp:extent cx="148714" cy="117909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COSS_icon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3" cy="1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5C4E">
        <w:rPr>
          <w:color w:val="323E47"/>
          <w:sz w:val="22"/>
          <w:szCs w:val="22"/>
        </w:rPr>
        <w:t xml:space="preserve"> </w:t>
      </w:r>
      <w:r w:rsidRPr="009E5C4E">
        <w:rPr>
          <w:rFonts w:ascii="Sansation" w:hAnsi="Sansation" w:cs="Sansation"/>
          <w:color w:val="323E47"/>
          <w:sz w:val="22"/>
          <w:szCs w:val="22"/>
        </w:rPr>
        <w:t xml:space="preserve">STRATÉGIE COMMUNAUTAIRE DE WINDSOR-ESSEX </w:t>
      </w:r>
      <w:r>
        <w:rPr>
          <w:rFonts w:ascii="Sansation" w:hAnsi="Sansation" w:cs="Sansation"/>
          <w:color w:val="323E47"/>
          <w:sz w:val="22"/>
          <w:szCs w:val="22"/>
        </w:rPr>
        <w:br/>
      </w:r>
      <w:r w:rsidRPr="009E5C4E">
        <w:rPr>
          <w:rFonts w:ascii="Sansation" w:hAnsi="Sansation" w:cs="Sansation"/>
          <w:color w:val="323E47"/>
          <w:sz w:val="22"/>
          <w:szCs w:val="22"/>
        </w:rPr>
        <w:t>SUR LES OPIACÉS ET D’AUTRES SUBSTANCES</w:t>
      </w:r>
      <w:r w:rsidRPr="00A64F55">
        <w:rPr>
          <w:rFonts w:ascii="Sansation Light" w:hAnsi="Sansation Light" w:cs="Sansation"/>
          <w:color w:val="323E47"/>
          <w:sz w:val="21"/>
          <w:szCs w:val="21"/>
        </w:rPr>
        <w:t>.</w:t>
      </w:r>
    </w:p>
    <w:p w:rsidR="009E5C4E" w:rsidRPr="00A64F55" w:rsidRDefault="009E5C4E" w:rsidP="009E5C4E">
      <w:pPr>
        <w:tabs>
          <w:tab w:val="right" w:pos="3320"/>
          <w:tab w:val="right" w:pos="3571"/>
        </w:tabs>
        <w:suppressAutoHyphens/>
        <w:autoSpaceDE w:val="0"/>
        <w:autoSpaceDN w:val="0"/>
        <w:adjustRightInd w:val="0"/>
        <w:spacing w:before="0" w:line="300" w:lineRule="atLeast"/>
        <w:textAlignment w:val="center"/>
        <w:rPr>
          <w:rFonts w:ascii="Sansation" w:hAnsi="Sansation" w:cs="Sansation"/>
          <w:color w:val="323E47"/>
          <w:sz w:val="21"/>
          <w:szCs w:val="21"/>
          <w:lang w:val="en-US"/>
        </w:rPr>
      </w:pPr>
    </w:p>
    <w:p w:rsidR="00953BD4" w:rsidRDefault="00953BD4" w:rsidP="00953BD4">
      <w:pPr>
        <w:pStyle w:val="NoSpacing"/>
        <w:rPr>
          <w:lang w:val="en-US"/>
        </w:rPr>
      </w:pPr>
    </w:p>
    <w:p w:rsidR="0034249D" w:rsidRDefault="0034249D" w:rsidP="0034249D">
      <w:pPr>
        <w:pStyle w:val="Title"/>
        <w:rPr>
          <w:lang w:val="en-US"/>
        </w:rPr>
      </w:pPr>
      <w:r>
        <w:rPr>
          <w:lang w:val="en-US"/>
        </w:rPr>
        <w:t>Fonts</w:t>
      </w:r>
    </w:p>
    <w:p w:rsidR="00622C74" w:rsidRPr="001624F3" w:rsidRDefault="001624F3" w:rsidP="00122595">
      <w:pPr>
        <w:rPr>
          <w:rFonts w:ascii="Sansation Light" w:hAnsi="Sansation Light"/>
          <w:lang w:val="en-US"/>
        </w:rPr>
      </w:pPr>
      <w:proofErr w:type="spellStart"/>
      <w:r w:rsidRPr="001624F3">
        <w:rPr>
          <w:rFonts w:ascii="Sansation Light" w:hAnsi="Sansation Light"/>
          <w:lang w:val="en-US"/>
        </w:rPr>
        <w:t>Sansation</w:t>
      </w:r>
      <w:proofErr w:type="spellEnd"/>
      <w:r w:rsidRPr="001624F3">
        <w:rPr>
          <w:rFonts w:ascii="Sansation Light" w:hAnsi="Sansation Light"/>
          <w:lang w:val="en-US"/>
        </w:rPr>
        <w:t xml:space="preserve"> Light (ALL CAPS)</w:t>
      </w:r>
    </w:p>
    <w:p w:rsidR="001624F3" w:rsidRPr="001624F3" w:rsidRDefault="001624F3" w:rsidP="001624F3">
      <w:pPr>
        <w:rPr>
          <w:rFonts w:ascii="Sansation Bold" w:hAnsi="Sansation Bold"/>
          <w:lang w:val="en-US"/>
        </w:rPr>
      </w:pPr>
      <w:proofErr w:type="spellStart"/>
      <w:r w:rsidRPr="001624F3">
        <w:rPr>
          <w:rFonts w:ascii="Sansation Bold" w:hAnsi="Sansation Bold"/>
          <w:lang w:val="en-US"/>
        </w:rPr>
        <w:t>Sansation</w:t>
      </w:r>
      <w:proofErr w:type="spellEnd"/>
      <w:r w:rsidRPr="001624F3">
        <w:rPr>
          <w:rFonts w:ascii="Sansation Bold" w:hAnsi="Sansation Bold"/>
          <w:lang w:val="en-US"/>
        </w:rPr>
        <w:t xml:space="preserve"> </w:t>
      </w:r>
      <w:r w:rsidRPr="001624F3">
        <w:rPr>
          <w:rFonts w:ascii="Sansation Bold" w:hAnsi="Sansation Bold"/>
          <w:lang w:val="en-US"/>
        </w:rPr>
        <w:t xml:space="preserve">Bold </w:t>
      </w:r>
      <w:r w:rsidRPr="001624F3">
        <w:rPr>
          <w:rFonts w:ascii="Sansation Bold" w:hAnsi="Sansation Bold"/>
          <w:lang w:val="en-US"/>
        </w:rPr>
        <w:t>(</w:t>
      </w:r>
      <w:r w:rsidRPr="001624F3">
        <w:rPr>
          <w:rFonts w:ascii="Sansation Bold" w:hAnsi="Sansation Bold"/>
          <w:lang w:val="en-US"/>
        </w:rPr>
        <w:t>ALL CAPS</w:t>
      </w:r>
      <w:r w:rsidRPr="001624F3">
        <w:rPr>
          <w:rFonts w:ascii="Sansation Bold" w:hAnsi="Sansation Bold"/>
          <w:lang w:val="en-US"/>
        </w:rPr>
        <w:t>)</w:t>
      </w:r>
    </w:p>
    <w:p w:rsidR="001624F3" w:rsidRPr="001624F3" w:rsidRDefault="001624F3" w:rsidP="00122595">
      <w:pPr>
        <w:rPr>
          <w:rFonts w:ascii="Sansation" w:hAnsi="Sansation"/>
          <w:lang w:val="en-US"/>
        </w:rPr>
      </w:pPr>
    </w:p>
    <w:sectPr w:rsidR="001624F3" w:rsidRPr="001624F3" w:rsidSect="00C06FC1">
      <w:type w:val="continuous"/>
      <w:pgSz w:w="12240" w:h="15840"/>
      <w:pgMar w:top="1530" w:right="900" w:bottom="994" w:left="27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595" w:rsidRDefault="00122595" w:rsidP="001C2528">
      <w:pPr>
        <w:spacing w:before="0"/>
      </w:pPr>
      <w:r>
        <w:separator/>
      </w:r>
    </w:p>
  </w:endnote>
  <w:endnote w:type="continuationSeparator" w:id="0">
    <w:p w:rsidR="00122595" w:rsidRDefault="00122595" w:rsidP="001C25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ation Light">
    <w:panose1 w:val="02000000000000000000"/>
    <w:charset w:val="00"/>
    <w:family w:val="auto"/>
    <w:pitch w:val="variable"/>
    <w:sig w:usb0="00000287" w:usb1="00000000" w:usb2="00000000" w:usb3="00000000" w:csb0="0000009F" w:csb1="00000000"/>
  </w:font>
  <w:font w:name="Sansation">
    <w:panose1 w:val="02000000000000000000"/>
    <w:charset w:val="00"/>
    <w:family w:val="auto"/>
    <w:pitch w:val="variable"/>
    <w:sig w:usb0="00000287" w:usb1="00000000" w:usb2="00000000" w:usb3="00000000" w:csb0="0000009F" w:csb1="00000000"/>
  </w:font>
  <w:font w:name="Sansatio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BEF" w:rsidRDefault="00122595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277BBBE" wp14:editId="366A3520">
              <wp:simplePos x="0" y="0"/>
              <wp:positionH relativeFrom="column">
                <wp:posOffset>52342</wp:posOffset>
              </wp:positionH>
              <wp:positionV relativeFrom="paragraph">
                <wp:posOffset>-3810</wp:posOffset>
              </wp:positionV>
              <wp:extent cx="5314950" cy="0"/>
              <wp:effectExtent l="19050" t="19050" r="1905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14950" cy="0"/>
                      </a:xfrm>
                      <a:prstGeom prst="line">
                        <a:avLst/>
                      </a:prstGeom>
                      <a:ln w="44450" cap="rnd">
                        <a:solidFill>
                          <a:schemeClr val="accent1">
                            <a:shade val="95000"/>
                            <a:satMod val="10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E1D532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1pt,-.3pt" to="422.6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" strokecolor="#796db2 [3044]" strokeweight="3.5pt">
              <v:stroke dashstyle="1 1" endcap="round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229AEE" wp14:editId="009E66F2">
              <wp:simplePos x="0" y="0"/>
              <wp:positionH relativeFrom="column">
                <wp:posOffset>-1609997</wp:posOffset>
              </wp:positionH>
              <wp:positionV relativeFrom="paragraph">
                <wp:posOffset>-73206</wp:posOffset>
              </wp:positionV>
              <wp:extent cx="7106194" cy="7620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06194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BEF" w:rsidRDefault="00BA6127" w:rsidP="00122595">
                          <w:pPr>
                            <w:jc w:val="right"/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23365C4F" wp14:editId="778009A7">
                                <wp:extent cx="5888736" cy="402336"/>
                                <wp:effectExtent l="0" t="0" r="0" b="0"/>
                                <wp:docPr id="22" name="Picture 2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WECOSS_TextLin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888736" cy="40233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29AE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126.75pt;margin-top:-5.75pt;width:559.5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" fillcolor="white [3201]" stroked="f" strokeweight=".5pt">
              <v:textbox inset="0,,0">
                <w:txbxContent>
                  <w:p w:rsidR="00523BEF" w:rsidRDefault="00BA6127" w:rsidP="00122595">
                    <w:pPr>
                      <w:jc w:val="right"/>
                    </w:pPr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23365C4F" wp14:editId="778009A7">
                          <wp:extent cx="5888736" cy="402336"/>
                          <wp:effectExtent l="0" t="0" r="0" b="0"/>
                          <wp:docPr id="22" name="Picture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WECOSS_TextLine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888736" cy="40233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BEF" w:rsidRDefault="00523BEF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E63238D" wp14:editId="4C57BBF4">
              <wp:simplePos x="0" y="0"/>
              <wp:positionH relativeFrom="column">
                <wp:posOffset>7014845</wp:posOffset>
              </wp:positionH>
              <wp:positionV relativeFrom="paragraph">
                <wp:posOffset>-570865</wp:posOffset>
              </wp:positionV>
              <wp:extent cx="7774305" cy="1282700"/>
              <wp:effectExtent l="0" t="0" r="17145" b="1270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4305" cy="1282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BEF" w:rsidRDefault="00523BE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E63238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552.35pt;margin-top:-44.95pt;width:612.15pt;height:101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" fillcolor="white [3201]" strokeweight=".5pt">
              <v:textbox>
                <w:txbxContent>
                  <w:p w:rsidR="00523BEF" w:rsidRDefault="00523BEF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595" w:rsidRDefault="00122595" w:rsidP="001C2528">
      <w:pPr>
        <w:spacing w:before="0"/>
      </w:pPr>
      <w:r>
        <w:separator/>
      </w:r>
    </w:p>
  </w:footnote>
  <w:footnote w:type="continuationSeparator" w:id="0">
    <w:p w:rsidR="00122595" w:rsidRDefault="00122595" w:rsidP="001C252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528" w:rsidRDefault="001C2528" w:rsidP="00F14BFA">
    <w:pPr>
      <w:pStyle w:val="Header"/>
      <w:spacing w:before="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01AA4BF1" wp14:editId="7D300289">
              <wp:simplePos x="0" y="0"/>
              <wp:positionH relativeFrom="column">
                <wp:posOffset>-924560</wp:posOffset>
              </wp:positionH>
              <wp:positionV relativeFrom="paragraph">
                <wp:posOffset>-370735</wp:posOffset>
              </wp:positionV>
              <wp:extent cx="7774940" cy="1222939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4940" cy="122293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2528" w:rsidRDefault="001C252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AA4B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2.8pt;margin-top:-29.2pt;width:612.2pt;height:96.3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" fillcolor="white [3201]" stroked="f" strokeweight=".5pt">
              <v:textbox inset="0,0,0,0">
                <w:txbxContent>
                  <w:p w:rsidR="001C2528" w:rsidRDefault="001C2528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BEF" w:rsidRDefault="00012D23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-1590675</wp:posOffset>
              </wp:positionH>
              <wp:positionV relativeFrom="paragraph">
                <wp:posOffset>-343535</wp:posOffset>
              </wp:positionV>
              <wp:extent cx="1171575" cy="9705975"/>
              <wp:effectExtent l="0" t="0" r="9525" b="9525"/>
              <wp:wrapNone/>
              <wp:docPr id="153" name="Group 1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71575" cy="9705975"/>
                        <a:chOff x="0" y="0"/>
                        <a:chExt cx="1171575" cy="9705975"/>
                      </a:xfrm>
                    </wpg:grpSpPr>
                    <wps:wsp>
                      <wps:cNvPr id="129" name="Rectangle 129"/>
                      <wps:cNvSpPr/>
                      <wps:spPr>
                        <a:xfrm>
                          <a:off x="152400" y="2238375"/>
                          <a:ext cx="866775" cy="74676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Straight Connector 130"/>
                      <wps:cNvCnPr/>
                      <wps:spPr>
                        <a:xfrm>
                          <a:off x="180975" y="2152650"/>
                          <a:ext cx="809625" cy="0"/>
                        </a:xfrm>
                        <a:prstGeom prst="line">
                          <a:avLst/>
                        </a:prstGeom>
                        <a:ln w="44450" cap="rnd"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Text Box 2"/>
                      <wps:cNvSpPr txBox="1"/>
                      <wps:spPr>
                        <a:xfrm>
                          <a:off x="0" y="0"/>
                          <a:ext cx="1171575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53BD4" w:rsidRDefault="00953BD4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5790706" wp14:editId="7F0F4DCA">
                                  <wp:extent cx="984504" cy="1859280"/>
                                  <wp:effectExtent l="0" t="0" r="6350" b="762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WECOSS_Vertical.jpg"/>
                                          <pic:cNvPicPr/>
                                        </pic:nvPicPr>
                                        <pic:blipFill>
                                          <a:blip r:embed="rId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4504" cy="1859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53" o:spid="_x0000_s1028" style="position:absolute;margin-left:-125.25pt;margin-top:-27.05pt;width:92.25pt;height:764.25pt;z-index:251669504" coordsize="11715,9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">
              <v:rect id="Rectangle 129" o:spid="_x0000_s1029" style="position:absolute;left:1524;top:22383;width:8667;height:74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" fillcolor="#1e6f8e [3215]" stroked="f" strokeweight="2pt"/>
              <v:line id="Straight Connector 130" o:spid="_x0000_s1030" style="position:absolute;visibility:visible;mso-wrap-style:square" from="1809,21526" to="990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" strokecolor="#796db2 [3044]" strokeweight="3.5pt">
                <v:stroke dashstyle="1 1" endcap="round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width:11715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<v:textbox>
                  <w:txbxContent>
                    <w:p w:rsidR="00953BD4" w:rsidRDefault="00953BD4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5790706" wp14:editId="7F0F4DCA">
                            <wp:extent cx="984504" cy="1859280"/>
                            <wp:effectExtent l="0" t="0" r="6350" b="762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WECOSS_Vertical.jpg"/>
                                    <pic:cNvPicPr/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4504" cy="1859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PaneFormatFilter w:val="3B01" w:allStyles="1" w:customStyles="0" w:latentStyles="0" w:stylesInUse="0" w:headingStyles="0" w:numberingStyles="0" w:tableStyles="0" w:directFormattingOnRuns="1" w:directFormattingOnParagraphs="1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95"/>
    <w:rsid w:val="00012D23"/>
    <w:rsid w:val="00027485"/>
    <w:rsid w:val="00122595"/>
    <w:rsid w:val="001624F3"/>
    <w:rsid w:val="001C2528"/>
    <w:rsid w:val="0029025F"/>
    <w:rsid w:val="002D0FC1"/>
    <w:rsid w:val="00305868"/>
    <w:rsid w:val="0034249D"/>
    <w:rsid w:val="00412C31"/>
    <w:rsid w:val="00423B27"/>
    <w:rsid w:val="00523BEF"/>
    <w:rsid w:val="00574144"/>
    <w:rsid w:val="005D605D"/>
    <w:rsid w:val="005D6EC3"/>
    <w:rsid w:val="00622C74"/>
    <w:rsid w:val="00753542"/>
    <w:rsid w:val="007F6197"/>
    <w:rsid w:val="00953BD4"/>
    <w:rsid w:val="009A5881"/>
    <w:rsid w:val="009E5C4E"/>
    <w:rsid w:val="00A64F55"/>
    <w:rsid w:val="00B35C6B"/>
    <w:rsid w:val="00B72442"/>
    <w:rsid w:val="00BA6127"/>
    <w:rsid w:val="00C06FC1"/>
    <w:rsid w:val="00C30DF2"/>
    <w:rsid w:val="00C478A1"/>
    <w:rsid w:val="00CF5221"/>
    <w:rsid w:val="00F1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B9BC05"/>
  <w15:docId w15:val="{2DF4665B-A90F-493C-8E6A-04FF018B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BFA"/>
    <w:pPr>
      <w:spacing w:before="120"/>
    </w:pPr>
    <w:rPr>
      <w:rFonts w:ascii="Calibri" w:hAnsi="Calibri"/>
    </w:rPr>
  </w:style>
  <w:style w:type="paragraph" w:styleId="Heading1">
    <w:name w:val="heading 1"/>
    <w:aliases w:val="H1"/>
    <w:basedOn w:val="Normal"/>
    <w:next w:val="Normal"/>
    <w:link w:val="Heading1Char"/>
    <w:autoRedefine/>
    <w:uiPriority w:val="9"/>
    <w:qFormat/>
    <w:rsid w:val="00953BD4"/>
    <w:pPr>
      <w:keepNext/>
      <w:spacing w:after="60"/>
      <w:outlineLvl w:val="0"/>
    </w:pPr>
    <w:rPr>
      <w:rFonts w:eastAsiaTheme="majorEastAsia" w:cstheme="majorBidi"/>
      <w:b/>
      <w:bCs/>
      <w:color w:val="1E6F8E" w:themeColor="text2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9025F"/>
    <w:pPr>
      <w:suppressAutoHyphens/>
      <w:autoSpaceDE w:val="0"/>
      <w:autoSpaceDN w:val="0"/>
      <w:adjustRightInd w:val="0"/>
      <w:spacing w:before="90" w:line="300" w:lineRule="atLeast"/>
      <w:textAlignment w:val="center"/>
    </w:pPr>
    <w:rPr>
      <w:rFonts w:ascii="Myriad Pro Light" w:hAnsi="Myriad Pro Light" w:cs="Myriad Pro Light"/>
      <w:color w:val="000000"/>
      <w:lang w:val="en-US"/>
    </w:rPr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953BD4"/>
    <w:rPr>
      <w:rFonts w:ascii="Calibri" w:eastAsiaTheme="majorEastAsia" w:hAnsi="Calibri" w:cstheme="majorBidi"/>
      <w:b/>
      <w:bCs/>
      <w:color w:val="1E6F8E" w:themeColor="text2"/>
      <w:kern w:val="32"/>
      <w:sz w:val="32"/>
      <w:szCs w:val="32"/>
    </w:rPr>
  </w:style>
  <w:style w:type="paragraph" w:styleId="Title">
    <w:name w:val="Title"/>
    <w:aliases w:val="H2"/>
    <w:basedOn w:val="Normal"/>
    <w:next w:val="Normal"/>
    <w:link w:val="TitleChar"/>
    <w:autoRedefine/>
    <w:uiPriority w:val="10"/>
    <w:qFormat/>
    <w:rsid w:val="0029025F"/>
    <w:pPr>
      <w:spacing w:after="60"/>
      <w:outlineLvl w:val="1"/>
    </w:pPr>
    <w:rPr>
      <w:rFonts w:eastAsiaTheme="majorEastAsia" w:cstheme="majorBidi"/>
      <w:b/>
      <w:bCs/>
      <w:color w:val="1E6F8E" w:themeColor="text2"/>
      <w:kern w:val="28"/>
      <w:sz w:val="28"/>
      <w:szCs w:val="32"/>
    </w:rPr>
  </w:style>
  <w:style w:type="character" w:customStyle="1" w:styleId="TitleChar">
    <w:name w:val="Title Char"/>
    <w:aliases w:val="H2 Char"/>
    <w:basedOn w:val="DefaultParagraphFont"/>
    <w:link w:val="Title"/>
    <w:uiPriority w:val="10"/>
    <w:rsid w:val="0029025F"/>
    <w:rPr>
      <w:rFonts w:ascii="Calibri" w:eastAsiaTheme="majorEastAsia" w:hAnsi="Calibri" w:cstheme="majorBidi"/>
      <w:b/>
      <w:bCs/>
      <w:color w:val="1E6F8E" w:themeColor="text2"/>
      <w:kern w:val="28"/>
      <w:sz w:val="28"/>
      <w:szCs w:val="32"/>
      <w:lang w:eastAsia="en-CA"/>
    </w:rPr>
  </w:style>
  <w:style w:type="paragraph" w:styleId="Subtitle">
    <w:name w:val="Subtitle"/>
    <w:aliases w:val="H3"/>
    <w:basedOn w:val="Normal"/>
    <w:next w:val="Normal"/>
    <w:link w:val="SubtitleChar"/>
    <w:autoRedefine/>
    <w:uiPriority w:val="11"/>
    <w:qFormat/>
    <w:rsid w:val="0029025F"/>
    <w:pPr>
      <w:spacing w:after="60"/>
      <w:outlineLvl w:val="1"/>
    </w:pPr>
    <w:rPr>
      <w:rFonts w:eastAsiaTheme="majorEastAsia" w:cstheme="majorBidi"/>
    </w:rPr>
  </w:style>
  <w:style w:type="character" w:customStyle="1" w:styleId="SubtitleChar">
    <w:name w:val="Subtitle Char"/>
    <w:aliases w:val="H3 Char"/>
    <w:basedOn w:val="DefaultParagraphFont"/>
    <w:link w:val="Subtitle"/>
    <w:uiPriority w:val="11"/>
    <w:rsid w:val="0029025F"/>
    <w:rPr>
      <w:rFonts w:ascii="Calibri" w:eastAsiaTheme="majorEastAsia" w:hAnsi="Calibri" w:cstheme="majorBidi"/>
      <w:sz w:val="24"/>
      <w:szCs w:val="24"/>
      <w:lang w:eastAsia="en-CA"/>
    </w:rPr>
  </w:style>
  <w:style w:type="character" w:styleId="IntenseEmphasis">
    <w:name w:val="Intense Emphasis"/>
    <w:aliases w:val="H4"/>
    <w:basedOn w:val="DefaultParagraphFont"/>
    <w:uiPriority w:val="21"/>
    <w:qFormat/>
    <w:rsid w:val="0029025F"/>
    <w:rPr>
      <w:rFonts w:ascii="Cambria" w:hAnsi="Cambria"/>
      <w:b/>
      <w:bCs/>
      <w:i/>
      <w:iCs/>
      <w:color w:val="1E6F8E" w:themeColor="text2"/>
      <w:sz w:val="24"/>
    </w:rPr>
  </w:style>
  <w:style w:type="character" w:styleId="SubtleEmphasis">
    <w:name w:val="Subtle Emphasis"/>
    <w:aliases w:val="H5"/>
    <w:basedOn w:val="DefaultParagraphFont"/>
    <w:uiPriority w:val="19"/>
    <w:qFormat/>
    <w:rsid w:val="00F14BFA"/>
    <w:rPr>
      <w:rFonts w:ascii="Cambria" w:hAnsi="Cambria"/>
      <w:i/>
      <w:iCs/>
      <w:color w:val="008C89" w:themeColor="accent3"/>
      <w:sz w:val="24"/>
    </w:rPr>
  </w:style>
  <w:style w:type="paragraph" w:styleId="IntenseQuote">
    <w:name w:val="Intense Quote"/>
    <w:aliases w:val="H6"/>
    <w:basedOn w:val="Normal"/>
    <w:next w:val="Normal"/>
    <w:link w:val="IntenseQuoteChar"/>
    <w:uiPriority w:val="30"/>
    <w:qFormat/>
    <w:rsid w:val="0029025F"/>
    <w:pPr>
      <w:pBdr>
        <w:bottom w:val="single" w:sz="4" w:space="4" w:color="8378B8" w:themeColor="accent1"/>
      </w:pBdr>
      <w:spacing w:before="200" w:after="280"/>
      <w:ind w:left="936" w:right="936"/>
    </w:pPr>
    <w:rPr>
      <w:b/>
      <w:bCs/>
      <w:i/>
      <w:iCs/>
      <w:color w:val="1E6F8E" w:themeColor="text2"/>
    </w:rPr>
  </w:style>
  <w:style w:type="character" w:customStyle="1" w:styleId="IntenseQuoteChar">
    <w:name w:val="Intense Quote Char"/>
    <w:aliases w:val="H6 Char"/>
    <w:basedOn w:val="DefaultParagraphFont"/>
    <w:link w:val="IntenseQuote"/>
    <w:uiPriority w:val="30"/>
    <w:rsid w:val="0029025F"/>
    <w:rPr>
      <w:rFonts w:ascii="Cambria" w:eastAsia="Times New Roman" w:hAnsi="Cambria"/>
      <w:b/>
      <w:bCs/>
      <w:i/>
      <w:iCs/>
      <w:color w:val="1E6F8E" w:themeColor="text2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1C25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528"/>
  </w:style>
  <w:style w:type="paragraph" w:styleId="Footer">
    <w:name w:val="footer"/>
    <w:basedOn w:val="Normal"/>
    <w:link w:val="FooterChar"/>
    <w:uiPriority w:val="99"/>
    <w:unhideWhenUsed/>
    <w:rsid w:val="001C25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528"/>
  </w:style>
  <w:style w:type="paragraph" w:styleId="BalloonText">
    <w:name w:val="Balloon Text"/>
    <w:basedOn w:val="Normal"/>
    <w:link w:val="BalloonTextChar"/>
    <w:uiPriority w:val="99"/>
    <w:semiHidden/>
    <w:unhideWhenUsed/>
    <w:rsid w:val="001C2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52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14BFA"/>
    <w:rPr>
      <w:i/>
      <w:iCs/>
    </w:rPr>
  </w:style>
  <w:style w:type="paragraph" w:styleId="NoSpacing">
    <w:name w:val="No Spacing"/>
    <w:uiPriority w:val="1"/>
    <w:qFormat/>
    <w:rsid w:val="00F14BFA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ffleck\AppData\Local\Microsoft\Windows\INetCache\Content.Outlook\F5GXSPLN\OpioidStrategy_AgendaMinutesTemplate.dotx" TargetMode="External"/></Relationships>
</file>

<file path=word/theme/theme1.xml><?xml version="1.0" encoding="utf-8"?>
<a:theme xmlns:a="http://schemas.openxmlformats.org/drawingml/2006/main" name="Office Theme">
  <a:themeElements>
    <a:clrScheme name="Opioid Strategy">
      <a:dk1>
        <a:srgbClr val="595959"/>
      </a:dk1>
      <a:lt1>
        <a:sysClr val="window" lastClr="FFFFFF"/>
      </a:lt1>
      <a:dk2>
        <a:srgbClr val="1E6F8E"/>
      </a:dk2>
      <a:lt2>
        <a:srgbClr val="D2D3D3"/>
      </a:lt2>
      <a:accent1>
        <a:srgbClr val="8378B8"/>
      </a:accent1>
      <a:accent2>
        <a:srgbClr val="F09F5D"/>
      </a:accent2>
      <a:accent3>
        <a:srgbClr val="008C89"/>
      </a:accent3>
      <a:accent4>
        <a:srgbClr val="E53A4C"/>
      </a:accent4>
      <a:accent5>
        <a:srgbClr val="4EBDBE"/>
      </a:accent5>
      <a:accent6>
        <a:srgbClr val="F5DA40"/>
      </a:accent6>
      <a:hlink>
        <a:srgbClr val="008C89"/>
      </a:hlink>
      <a:folHlink>
        <a:srgbClr val="4EBDB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53ACE-B962-4A07-BA32-30D599D3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OpioidStrategy_AgendaMinutesTemplate</Template>
  <TotalTime>92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Windsor-Essex County Health Unit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Affleck</dc:creator>
  <cp:lastModifiedBy>Heidi Affleck</cp:lastModifiedBy>
  <cp:revision>4</cp:revision>
  <dcterms:created xsi:type="dcterms:W3CDTF">2018-07-24T14:54:00Z</dcterms:created>
  <dcterms:modified xsi:type="dcterms:W3CDTF">2018-07-24T16:25:00Z</dcterms:modified>
</cp:coreProperties>
</file>